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3AE" w:rsidRDefault="00F313AE" w:rsidP="00130B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30B92" w:rsidRPr="00130B92" w:rsidRDefault="00130B92" w:rsidP="00130B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0B92">
        <w:rPr>
          <w:rFonts w:ascii="Times New Roman" w:hAnsi="Times New Roman"/>
          <w:b/>
          <w:sz w:val="24"/>
          <w:szCs w:val="24"/>
          <w:u w:val="single"/>
        </w:rPr>
        <w:t>LESSON PLAN</w:t>
      </w:r>
    </w:p>
    <w:p w:rsidR="00130B92" w:rsidRPr="00130B92" w:rsidRDefault="00130B92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0B92" w:rsidRPr="00130B92" w:rsidRDefault="00130B92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0B92">
        <w:rPr>
          <w:rFonts w:ascii="Times New Roman" w:hAnsi="Times New Roman"/>
          <w:sz w:val="24"/>
          <w:szCs w:val="24"/>
        </w:rPr>
        <w:t xml:space="preserve">Branch/ </w:t>
      </w:r>
      <w:proofErr w:type="spellStart"/>
      <w:r w:rsidRPr="00130B92">
        <w:rPr>
          <w:rFonts w:ascii="Times New Roman" w:hAnsi="Times New Roman"/>
          <w:sz w:val="24"/>
          <w:szCs w:val="24"/>
        </w:rPr>
        <w:t>Semister</w:t>
      </w:r>
      <w:proofErr w:type="spellEnd"/>
      <w:r w:rsidRPr="00130B92">
        <w:rPr>
          <w:rFonts w:ascii="Times New Roman" w:hAnsi="Times New Roman"/>
          <w:sz w:val="24"/>
          <w:szCs w:val="24"/>
        </w:rPr>
        <w:t>/Session</w:t>
      </w:r>
      <w:r w:rsidRPr="00130B92">
        <w:rPr>
          <w:rFonts w:ascii="Times New Roman" w:hAnsi="Times New Roman"/>
          <w:sz w:val="24"/>
          <w:szCs w:val="24"/>
        </w:rPr>
        <w:tab/>
        <w:t xml:space="preserve">: </w:t>
      </w:r>
      <w:r>
        <w:rPr>
          <w:rFonts w:ascii="Times New Roman" w:hAnsi="Times New Roman"/>
          <w:sz w:val="24"/>
          <w:szCs w:val="24"/>
        </w:rPr>
        <w:t>I</w:t>
      </w:r>
      <w:r w:rsidR="00F57144">
        <w:rPr>
          <w:rFonts w:ascii="Times New Roman" w:hAnsi="Times New Roman"/>
          <w:sz w:val="24"/>
          <w:szCs w:val="24"/>
        </w:rPr>
        <w:t>I ECE (A</w:t>
      </w:r>
      <w:r w:rsidRPr="00130B92">
        <w:rPr>
          <w:rFonts w:ascii="Times New Roman" w:hAnsi="Times New Roman"/>
          <w:sz w:val="24"/>
          <w:szCs w:val="24"/>
        </w:rPr>
        <w:t>) (1</w:t>
      </w:r>
      <w:r w:rsidRPr="00130B92">
        <w:rPr>
          <w:rFonts w:ascii="Times New Roman" w:hAnsi="Times New Roman"/>
          <w:sz w:val="24"/>
          <w:szCs w:val="24"/>
          <w:vertAlign w:val="superscript"/>
        </w:rPr>
        <w:t xml:space="preserve">st </w:t>
      </w:r>
      <w:r w:rsidRPr="00130B92">
        <w:rPr>
          <w:rFonts w:ascii="Times New Roman" w:hAnsi="Times New Roman"/>
          <w:sz w:val="24"/>
          <w:szCs w:val="24"/>
        </w:rPr>
        <w:t>semester)</w:t>
      </w:r>
    </w:p>
    <w:p w:rsidR="00130B92" w:rsidRPr="00130B92" w:rsidRDefault="00C63577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Academic Year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: 2015 – 2016</w:t>
      </w:r>
    </w:p>
    <w:p w:rsidR="00130B92" w:rsidRPr="00130B92" w:rsidRDefault="00130B92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0B92">
        <w:rPr>
          <w:rFonts w:ascii="Times New Roman" w:hAnsi="Times New Roman"/>
          <w:sz w:val="24"/>
          <w:szCs w:val="24"/>
        </w:rPr>
        <w:t>Subject Name</w:t>
      </w:r>
      <w:r w:rsidRPr="00130B92">
        <w:rPr>
          <w:rFonts w:ascii="Times New Roman" w:hAnsi="Times New Roman"/>
          <w:sz w:val="24"/>
          <w:szCs w:val="24"/>
        </w:rPr>
        <w:tab/>
      </w:r>
      <w:r w:rsidRPr="00130B92">
        <w:rPr>
          <w:rFonts w:ascii="Times New Roman" w:hAnsi="Times New Roman"/>
          <w:sz w:val="24"/>
          <w:szCs w:val="24"/>
        </w:rPr>
        <w:tab/>
      </w:r>
      <w:r w:rsidRPr="00130B92">
        <w:rPr>
          <w:rFonts w:ascii="Times New Roman" w:hAnsi="Times New Roman"/>
          <w:sz w:val="24"/>
          <w:szCs w:val="24"/>
        </w:rPr>
        <w:tab/>
        <w:t xml:space="preserve">: </w:t>
      </w:r>
      <w:r w:rsidR="00F57144">
        <w:rPr>
          <w:rFonts w:ascii="Times New Roman" w:hAnsi="Times New Roman"/>
          <w:sz w:val="24"/>
          <w:szCs w:val="24"/>
        </w:rPr>
        <w:t>Electronic Circuits – 1</w:t>
      </w:r>
      <w:r w:rsidRPr="00130B92">
        <w:rPr>
          <w:rFonts w:ascii="Times New Roman" w:hAnsi="Times New Roman"/>
          <w:sz w:val="24"/>
          <w:szCs w:val="24"/>
        </w:rPr>
        <w:t>(</w:t>
      </w:r>
      <w:r w:rsidR="00F57144">
        <w:rPr>
          <w:rFonts w:ascii="Times New Roman" w:hAnsi="Times New Roman"/>
          <w:sz w:val="24"/>
          <w:szCs w:val="24"/>
        </w:rPr>
        <w:t>EC1</w:t>
      </w:r>
      <w:r w:rsidRPr="00130B92">
        <w:rPr>
          <w:rFonts w:ascii="Times New Roman" w:hAnsi="Times New Roman"/>
          <w:sz w:val="24"/>
          <w:szCs w:val="24"/>
        </w:rPr>
        <w:t>)</w:t>
      </w:r>
      <w:r w:rsidRPr="00130B92">
        <w:rPr>
          <w:rFonts w:ascii="Times New Roman" w:hAnsi="Times New Roman"/>
          <w:sz w:val="24"/>
          <w:szCs w:val="24"/>
        </w:rPr>
        <w:tab/>
      </w:r>
      <w:r w:rsidRPr="00130B92">
        <w:rPr>
          <w:rFonts w:ascii="Times New Roman" w:hAnsi="Times New Roman"/>
          <w:sz w:val="24"/>
          <w:szCs w:val="24"/>
        </w:rPr>
        <w:tab/>
        <w:t xml:space="preserve">       </w:t>
      </w:r>
    </w:p>
    <w:p w:rsidR="00CB656D" w:rsidRDefault="00130B92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0B92">
        <w:rPr>
          <w:rFonts w:ascii="Times New Roman" w:hAnsi="Times New Roman"/>
          <w:sz w:val="24"/>
          <w:szCs w:val="24"/>
        </w:rPr>
        <w:t>Faculty Name</w:t>
      </w:r>
      <w:r w:rsidRPr="00130B92">
        <w:rPr>
          <w:rFonts w:ascii="Times New Roman" w:hAnsi="Times New Roman"/>
          <w:sz w:val="24"/>
          <w:szCs w:val="24"/>
        </w:rPr>
        <w:tab/>
      </w:r>
      <w:r w:rsidRPr="00130B92">
        <w:rPr>
          <w:rFonts w:ascii="Times New Roman" w:hAnsi="Times New Roman"/>
          <w:sz w:val="24"/>
          <w:szCs w:val="24"/>
        </w:rPr>
        <w:tab/>
      </w:r>
      <w:r w:rsidRPr="00130B92">
        <w:rPr>
          <w:rFonts w:ascii="Times New Roman" w:hAnsi="Times New Roman"/>
          <w:sz w:val="24"/>
          <w:szCs w:val="24"/>
        </w:rPr>
        <w:tab/>
        <w:t xml:space="preserve">: </w:t>
      </w:r>
      <w:r w:rsidR="00EF6DC0">
        <w:rPr>
          <w:rFonts w:ascii="Times New Roman" w:hAnsi="Times New Roman"/>
          <w:sz w:val="24"/>
          <w:szCs w:val="24"/>
        </w:rPr>
        <w:t>Dr.</w:t>
      </w:r>
      <w:r w:rsidRPr="00130B92">
        <w:rPr>
          <w:rFonts w:ascii="Times New Roman" w:hAnsi="Times New Roman"/>
          <w:sz w:val="24"/>
          <w:szCs w:val="24"/>
        </w:rPr>
        <w:t xml:space="preserve"> A. S. SRINIVASA RAO</w:t>
      </w:r>
    </w:p>
    <w:p w:rsidR="00AD5F57" w:rsidRPr="00130B92" w:rsidRDefault="00AD5F57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6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3"/>
        <w:gridCol w:w="1682"/>
        <w:gridCol w:w="4938"/>
        <w:gridCol w:w="708"/>
        <w:gridCol w:w="2390"/>
      </w:tblGrid>
      <w:tr w:rsidR="00DB4CCA" w:rsidRPr="001C4FA7" w:rsidTr="00973D80">
        <w:trPr>
          <w:trHeight w:val="952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Period</w:t>
            </w:r>
          </w:p>
        </w:tc>
        <w:tc>
          <w:tcPr>
            <w:tcW w:w="1682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Date(tentative)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Topic</w:t>
            </w:r>
          </w:p>
        </w:tc>
        <w:tc>
          <w:tcPr>
            <w:tcW w:w="70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Unit no</w:t>
            </w:r>
          </w:p>
        </w:tc>
        <w:tc>
          <w:tcPr>
            <w:tcW w:w="23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Teaching methodology</w:t>
            </w:r>
          </w:p>
        </w:tc>
      </w:tr>
      <w:tr w:rsidR="0008214D" w:rsidRPr="001C4FA7" w:rsidTr="00A854C2">
        <w:trPr>
          <w:trHeight w:val="242"/>
          <w:jc w:val="center"/>
        </w:trPr>
        <w:tc>
          <w:tcPr>
            <w:tcW w:w="903" w:type="dxa"/>
            <w:vAlign w:val="center"/>
          </w:tcPr>
          <w:p w:rsidR="0008214D" w:rsidRPr="001C4FA7" w:rsidRDefault="0008214D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2" w:type="dxa"/>
            <w:vAlign w:val="center"/>
          </w:tcPr>
          <w:p w:rsidR="0008214D" w:rsidRPr="001C4FA7" w:rsidRDefault="0008214D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08214D" w:rsidRPr="001C4FA7" w:rsidRDefault="0008214D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Harmonic components </w:t>
            </w:r>
          </w:p>
        </w:tc>
        <w:tc>
          <w:tcPr>
            <w:tcW w:w="708" w:type="dxa"/>
            <w:vMerge w:val="restart"/>
            <w:vAlign w:val="center"/>
          </w:tcPr>
          <w:p w:rsidR="0008214D" w:rsidRPr="001C4FA7" w:rsidRDefault="0008214D" w:rsidP="0097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390" w:type="dxa"/>
            <w:vMerge w:val="restart"/>
            <w:vAlign w:val="center"/>
          </w:tcPr>
          <w:p w:rsidR="0008214D" w:rsidRPr="001C4FA7" w:rsidRDefault="0008214D" w:rsidP="0097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08214D" w:rsidRPr="001C4FA7" w:rsidTr="00A854C2">
        <w:trPr>
          <w:trHeight w:val="233"/>
          <w:jc w:val="center"/>
        </w:trPr>
        <w:tc>
          <w:tcPr>
            <w:tcW w:w="903" w:type="dxa"/>
            <w:vAlign w:val="center"/>
          </w:tcPr>
          <w:p w:rsidR="0008214D" w:rsidRPr="001C4FA7" w:rsidRDefault="0008214D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2" w:type="dxa"/>
            <w:vAlign w:val="center"/>
          </w:tcPr>
          <w:p w:rsidR="0008214D" w:rsidRPr="001C4FA7" w:rsidRDefault="0008214D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08214D" w:rsidRPr="001C4FA7" w:rsidRDefault="0008214D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Capacitive filter</w:t>
            </w:r>
          </w:p>
        </w:tc>
        <w:tc>
          <w:tcPr>
            <w:tcW w:w="708" w:type="dxa"/>
            <w:vMerge/>
            <w:vAlign w:val="center"/>
          </w:tcPr>
          <w:p w:rsidR="0008214D" w:rsidRPr="001C4FA7" w:rsidRDefault="0008214D" w:rsidP="0097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214D" w:rsidRPr="001C4FA7" w:rsidRDefault="0008214D" w:rsidP="0097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14D" w:rsidRPr="001C4FA7" w:rsidTr="008326B1">
        <w:trPr>
          <w:trHeight w:val="215"/>
          <w:jc w:val="center"/>
        </w:trPr>
        <w:tc>
          <w:tcPr>
            <w:tcW w:w="903" w:type="dxa"/>
            <w:vAlign w:val="center"/>
          </w:tcPr>
          <w:p w:rsidR="0008214D" w:rsidRPr="001C4FA7" w:rsidRDefault="0008214D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2" w:type="dxa"/>
            <w:vAlign w:val="center"/>
          </w:tcPr>
          <w:p w:rsidR="0008214D" w:rsidRPr="001C4FA7" w:rsidRDefault="0008214D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06-08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  <w:tcBorders>
              <w:bottom w:val="single" w:sz="4" w:space="0" w:color="auto"/>
            </w:tcBorders>
          </w:tcPr>
          <w:p w:rsidR="0008214D" w:rsidRPr="001C4FA7" w:rsidRDefault="0008214D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Inductive filter</w:t>
            </w:r>
          </w:p>
        </w:tc>
        <w:tc>
          <w:tcPr>
            <w:tcW w:w="708" w:type="dxa"/>
            <w:vMerge/>
            <w:vAlign w:val="center"/>
          </w:tcPr>
          <w:p w:rsidR="0008214D" w:rsidRPr="001C4FA7" w:rsidRDefault="0008214D" w:rsidP="0097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214D" w:rsidRPr="001C4FA7" w:rsidRDefault="0008214D" w:rsidP="0097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14D" w:rsidRPr="001C4FA7" w:rsidTr="00A854C2">
        <w:trPr>
          <w:trHeight w:val="197"/>
          <w:jc w:val="center"/>
        </w:trPr>
        <w:tc>
          <w:tcPr>
            <w:tcW w:w="903" w:type="dxa"/>
            <w:vAlign w:val="center"/>
          </w:tcPr>
          <w:p w:rsidR="0008214D" w:rsidRPr="001C4FA7" w:rsidRDefault="0008214D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2" w:type="dxa"/>
            <w:vAlign w:val="center"/>
          </w:tcPr>
          <w:p w:rsidR="0008214D" w:rsidRPr="001C4FA7" w:rsidRDefault="0008214D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10-08-15</w:t>
            </w:r>
          </w:p>
        </w:tc>
        <w:tc>
          <w:tcPr>
            <w:tcW w:w="4938" w:type="dxa"/>
          </w:tcPr>
          <w:p w:rsidR="0008214D" w:rsidRPr="001C4FA7" w:rsidRDefault="0008214D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LC filter</w:t>
            </w:r>
          </w:p>
        </w:tc>
        <w:tc>
          <w:tcPr>
            <w:tcW w:w="708" w:type="dxa"/>
            <w:vMerge/>
            <w:vAlign w:val="center"/>
          </w:tcPr>
          <w:p w:rsidR="0008214D" w:rsidRPr="001C4FA7" w:rsidRDefault="0008214D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214D" w:rsidRPr="001C4FA7" w:rsidRDefault="0008214D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14D" w:rsidRPr="001C4FA7" w:rsidTr="00A854C2">
        <w:trPr>
          <w:trHeight w:val="323"/>
          <w:jc w:val="center"/>
        </w:trPr>
        <w:tc>
          <w:tcPr>
            <w:tcW w:w="903" w:type="dxa"/>
            <w:vAlign w:val="center"/>
          </w:tcPr>
          <w:p w:rsidR="0008214D" w:rsidRPr="001C4FA7" w:rsidRDefault="0008214D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2" w:type="dxa"/>
            <w:vAlign w:val="center"/>
          </w:tcPr>
          <w:p w:rsidR="0008214D" w:rsidRPr="001C4FA7" w:rsidRDefault="0008214D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12-08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08214D" w:rsidRPr="001C4FA7" w:rsidRDefault="0008214D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Π filter</w:t>
            </w:r>
          </w:p>
        </w:tc>
        <w:tc>
          <w:tcPr>
            <w:tcW w:w="708" w:type="dxa"/>
            <w:vMerge/>
            <w:vAlign w:val="center"/>
          </w:tcPr>
          <w:p w:rsidR="0008214D" w:rsidRPr="001C4FA7" w:rsidRDefault="0008214D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214D" w:rsidRPr="001C4FA7" w:rsidRDefault="0008214D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14D" w:rsidRPr="001C4FA7" w:rsidTr="00A854C2">
        <w:trPr>
          <w:trHeight w:val="260"/>
          <w:jc w:val="center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:rsidR="0008214D" w:rsidRPr="001C4FA7" w:rsidRDefault="0008214D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:rsidR="0008214D" w:rsidRPr="001C4FA7" w:rsidRDefault="0008214D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12-08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08214D" w:rsidRPr="001C4FA7" w:rsidRDefault="0008214D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08214D" w:rsidRPr="001C4FA7" w:rsidRDefault="0008214D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214D" w:rsidRPr="001C4FA7" w:rsidRDefault="0008214D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14D" w:rsidRPr="001C4FA7" w:rsidTr="00A854C2">
        <w:trPr>
          <w:trHeight w:val="70"/>
          <w:jc w:val="center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:rsidR="0008214D" w:rsidRPr="001C4FA7" w:rsidRDefault="0008214D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14D" w:rsidRPr="001C4FA7" w:rsidRDefault="0008214D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  <w:tcBorders>
              <w:left w:val="single" w:sz="4" w:space="0" w:color="auto"/>
            </w:tcBorders>
          </w:tcPr>
          <w:p w:rsidR="0008214D" w:rsidRPr="001C4FA7" w:rsidRDefault="0008214D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08214D" w:rsidRPr="001C4FA7" w:rsidRDefault="0008214D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214D" w:rsidRPr="001C4FA7" w:rsidRDefault="0008214D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14D" w:rsidRPr="001C4FA7" w:rsidTr="00A854C2">
        <w:trPr>
          <w:trHeight w:val="260"/>
          <w:jc w:val="center"/>
        </w:trPr>
        <w:tc>
          <w:tcPr>
            <w:tcW w:w="903" w:type="dxa"/>
            <w:vAlign w:val="center"/>
          </w:tcPr>
          <w:p w:rsidR="0008214D" w:rsidRPr="001C4FA7" w:rsidRDefault="0008214D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2" w:type="dxa"/>
            <w:vAlign w:val="center"/>
          </w:tcPr>
          <w:p w:rsidR="0008214D" w:rsidRPr="001C4FA7" w:rsidRDefault="0008214D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17-08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08214D" w:rsidRPr="001C4FA7" w:rsidRDefault="0008214D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Zener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diode as regulator</w:t>
            </w:r>
          </w:p>
        </w:tc>
        <w:tc>
          <w:tcPr>
            <w:tcW w:w="708" w:type="dxa"/>
            <w:vMerge/>
            <w:vAlign w:val="center"/>
          </w:tcPr>
          <w:p w:rsidR="0008214D" w:rsidRPr="001C4FA7" w:rsidRDefault="0008214D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214D" w:rsidRPr="001C4FA7" w:rsidRDefault="0008214D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14D" w:rsidRPr="001C4FA7" w:rsidTr="00A854C2">
        <w:trPr>
          <w:trHeight w:val="242"/>
          <w:jc w:val="center"/>
        </w:trPr>
        <w:tc>
          <w:tcPr>
            <w:tcW w:w="903" w:type="dxa"/>
            <w:vAlign w:val="center"/>
          </w:tcPr>
          <w:p w:rsidR="0008214D" w:rsidRPr="001C4FA7" w:rsidRDefault="0008214D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82" w:type="dxa"/>
            <w:vAlign w:val="center"/>
          </w:tcPr>
          <w:p w:rsidR="0008214D" w:rsidRPr="001C4FA7" w:rsidRDefault="0008214D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19-08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08214D" w:rsidRPr="001C4FA7" w:rsidRDefault="0008214D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Zener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diode as regulator</w:t>
            </w:r>
          </w:p>
        </w:tc>
        <w:tc>
          <w:tcPr>
            <w:tcW w:w="708" w:type="dxa"/>
            <w:vMerge/>
            <w:vAlign w:val="center"/>
          </w:tcPr>
          <w:p w:rsidR="0008214D" w:rsidRPr="001C4FA7" w:rsidRDefault="0008214D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214D" w:rsidRPr="001C4FA7" w:rsidRDefault="0008214D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14D" w:rsidRPr="001C4FA7" w:rsidTr="00A854C2">
        <w:trPr>
          <w:trHeight w:val="70"/>
          <w:jc w:val="center"/>
        </w:trPr>
        <w:tc>
          <w:tcPr>
            <w:tcW w:w="903" w:type="dxa"/>
            <w:vAlign w:val="center"/>
          </w:tcPr>
          <w:p w:rsidR="0008214D" w:rsidRPr="001C4FA7" w:rsidRDefault="0008214D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2" w:type="dxa"/>
            <w:vAlign w:val="center"/>
          </w:tcPr>
          <w:p w:rsidR="0008214D" w:rsidRPr="001C4FA7" w:rsidRDefault="009A5F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19-08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08214D" w:rsidRPr="001C4FA7" w:rsidRDefault="0008214D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08214D" w:rsidRPr="001C4FA7" w:rsidRDefault="0008214D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214D" w:rsidRPr="001C4FA7" w:rsidRDefault="0008214D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E7" w:rsidRPr="001C4FA7" w:rsidTr="00A854C2">
        <w:trPr>
          <w:trHeight w:val="215"/>
          <w:jc w:val="center"/>
        </w:trPr>
        <w:tc>
          <w:tcPr>
            <w:tcW w:w="903" w:type="dxa"/>
            <w:vAlign w:val="center"/>
          </w:tcPr>
          <w:p w:rsidR="00B53CE7" w:rsidRPr="001C4FA7" w:rsidRDefault="00B53C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82" w:type="dxa"/>
            <w:vAlign w:val="center"/>
          </w:tcPr>
          <w:p w:rsidR="00B53CE7" w:rsidRPr="001C4FA7" w:rsidRDefault="00B53C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20-08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B53CE7" w:rsidRPr="001C4FA7" w:rsidRDefault="00B53CE7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Operating point, Need of biasing</w:t>
            </w:r>
          </w:p>
        </w:tc>
        <w:tc>
          <w:tcPr>
            <w:tcW w:w="708" w:type="dxa"/>
            <w:vMerge w:val="restart"/>
            <w:vAlign w:val="center"/>
          </w:tcPr>
          <w:p w:rsidR="00B53CE7" w:rsidRPr="001C4FA7" w:rsidRDefault="00B53CE7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390" w:type="dxa"/>
            <w:vMerge w:val="restart"/>
            <w:vAlign w:val="center"/>
          </w:tcPr>
          <w:p w:rsidR="00B53CE7" w:rsidRPr="001C4FA7" w:rsidRDefault="00B53CE7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B53CE7" w:rsidRPr="001C4FA7" w:rsidTr="00A854C2">
        <w:trPr>
          <w:trHeight w:val="197"/>
          <w:jc w:val="center"/>
        </w:trPr>
        <w:tc>
          <w:tcPr>
            <w:tcW w:w="903" w:type="dxa"/>
            <w:vAlign w:val="center"/>
          </w:tcPr>
          <w:p w:rsidR="00B53CE7" w:rsidRPr="001C4FA7" w:rsidRDefault="00B53C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82" w:type="dxa"/>
            <w:vAlign w:val="center"/>
          </w:tcPr>
          <w:p w:rsidR="00B53CE7" w:rsidRPr="001C4FA7" w:rsidRDefault="00B53C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24-08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B53CE7" w:rsidRPr="001C4FA7" w:rsidRDefault="00B53CE7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Stability factors &amp; fixed bias methods (BJT)</w:t>
            </w:r>
          </w:p>
        </w:tc>
        <w:tc>
          <w:tcPr>
            <w:tcW w:w="708" w:type="dxa"/>
            <w:vMerge/>
            <w:vAlign w:val="center"/>
          </w:tcPr>
          <w:p w:rsidR="00B53CE7" w:rsidRPr="001C4FA7" w:rsidRDefault="00B53CE7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B53CE7" w:rsidRPr="001C4FA7" w:rsidRDefault="00B53CE7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E7" w:rsidRPr="001C4FA7" w:rsidTr="00A854C2">
        <w:trPr>
          <w:trHeight w:val="188"/>
          <w:jc w:val="center"/>
        </w:trPr>
        <w:tc>
          <w:tcPr>
            <w:tcW w:w="903" w:type="dxa"/>
            <w:vAlign w:val="center"/>
          </w:tcPr>
          <w:p w:rsidR="00B53CE7" w:rsidRPr="001C4FA7" w:rsidRDefault="00B53C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82" w:type="dxa"/>
            <w:vAlign w:val="center"/>
          </w:tcPr>
          <w:p w:rsidR="00B53CE7" w:rsidRPr="001C4FA7" w:rsidRDefault="00B53C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B53CE7" w:rsidRPr="001C4FA7" w:rsidRDefault="00B53CE7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Self bias &amp; collector to base bias (BJT)</w:t>
            </w:r>
          </w:p>
        </w:tc>
        <w:tc>
          <w:tcPr>
            <w:tcW w:w="708" w:type="dxa"/>
            <w:vMerge/>
            <w:vAlign w:val="center"/>
          </w:tcPr>
          <w:p w:rsidR="00B53CE7" w:rsidRPr="001C4FA7" w:rsidRDefault="00B53CE7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B53CE7" w:rsidRPr="001C4FA7" w:rsidRDefault="00B53CE7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E7" w:rsidRPr="001C4FA7" w:rsidTr="00A854C2">
        <w:trPr>
          <w:trHeight w:val="170"/>
          <w:jc w:val="center"/>
        </w:trPr>
        <w:tc>
          <w:tcPr>
            <w:tcW w:w="903" w:type="dxa"/>
            <w:vAlign w:val="center"/>
          </w:tcPr>
          <w:p w:rsidR="00B53CE7" w:rsidRPr="001C4FA7" w:rsidRDefault="00B53C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82" w:type="dxa"/>
            <w:vAlign w:val="center"/>
          </w:tcPr>
          <w:p w:rsidR="00B53CE7" w:rsidRPr="001C4FA7" w:rsidRDefault="00B53C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B53CE7" w:rsidRPr="001C4FA7" w:rsidRDefault="00B53CE7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Voltage divider bias (BJT), Thermal runaway</w:t>
            </w:r>
          </w:p>
        </w:tc>
        <w:tc>
          <w:tcPr>
            <w:tcW w:w="708" w:type="dxa"/>
            <w:vMerge/>
            <w:vAlign w:val="center"/>
          </w:tcPr>
          <w:p w:rsidR="00B53CE7" w:rsidRPr="001C4FA7" w:rsidRDefault="00B53CE7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B53CE7" w:rsidRPr="001C4FA7" w:rsidRDefault="00B53CE7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E7" w:rsidRPr="001C4FA7" w:rsidTr="00A854C2">
        <w:trPr>
          <w:trHeight w:val="70"/>
          <w:jc w:val="center"/>
        </w:trPr>
        <w:tc>
          <w:tcPr>
            <w:tcW w:w="903" w:type="dxa"/>
            <w:vAlign w:val="center"/>
          </w:tcPr>
          <w:p w:rsidR="00B53CE7" w:rsidRPr="001C4FA7" w:rsidRDefault="00B53C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82" w:type="dxa"/>
            <w:vAlign w:val="center"/>
          </w:tcPr>
          <w:p w:rsidR="00B53CE7" w:rsidRPr="001C4FA7" w:rsidRDefault="00B53C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27-08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B53CE7" w:rsidRPr="001C4FA7" w:rsidRDefault="00B53CE7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Compensation techniques</w:t>
            </w:r>
          </w:p>
        </w:tc>
        <w:tc>
          <w:tcPr>
            <w:tcW w:w="708" w:type="dxa"/>
            <w:vMerge/>
            <w:vAlign w:val="center"/>
          </w:tcPr>
          <w:p w:rsidR="00B53CE7" w:rsidRPr="001C4FA7" w:rsidRDefault="00B53CE7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B53CE7" w:rsidRPr="001C4FA7" w:rsidRDefault="00B53CE7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E7" w:rsidRPr="001C4FA7" w:rsidTr="00A854C2">
        <w:trPr>
          <w:trHeight w:val="70"/>
          <w:jc w:val="center"/>
        </w:trPr>
        <w:tc>
          <w:tcPr>
            <w:tcW w:w="903" w:type="dxa"/>
            <w:vAlign w:val="center"/>
          </w:tcPr>
          <w:p w:rsidR="00B53CE7" w:rsidRPr="001C4FA7" w:rsidRDefault="00B53C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82" w:type="dxa"/>
            <w:vAlign w:val="center"/>
          </w:tcPr>
          <w:p w:rsidR="00B53CE7" w:rsidRPr="001C4FA7" w:rsidRDefault="00B53C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B53CE7" w:rsidRPr="001C4FA7" w:rsidRDefault="00B53CE7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Thermal resistance &amp; thermal stability</w:t>
            </w:r>
          </w:p>
        </w:tc>
        <w:tc>
          <w:tcPr>
            <w:tcW w:w="708" w:type="dxa"/>
            <w:vMerge/>
            <w:vAlign w:val="center"/>
          </w:tcPr>
          <w:p w:rsidR="00B53CE7" w:rsidRPr="001C4FA7" w:rsidRDefault="00B53CE7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B53CE7" w:rsidRPr="001C4FA7" w:rsidRDefault="00B53CE7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E7" w:rsidRPr="001C4FA7" w:rsidTr="00A854C2">
        <w:trPr>
          <w:trHeight w:val="125"/>
          <w:jc w:val="center"/>
        </w:trPr>
        <w:tc>
          <w:tcPr>
            <w:tcW w:w="903" w:type="dxa"/>
            <w:vAlign w:val="center"/>
          </w:tcPr>
          <w:p w:rsidR="00B53CE7" w:rsidRPr="001C4FA7" w:rsidRDefault="00B53C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82" w:type="dxa"/>
            <w:vAlign w:val="center"/>
          </w:tcPr>
          <w:p w:rsidR="00B53CE7" w:rsidRPr="001C4FA7" w:rsidRDefault="00B53C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B53CE7" w:rsidRPr="001C4FA7" w:rsidRDefault="00B53CE7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FET biasing</w:t>
            </w:r>
          </w:p>
        </w:tc>
        <w:tc>
          <w:tcPr>
            <w:tcW w:w="708" w:type="dxa"/>
            <w:vMerge/>
            <w:vAlign w:val="center"/>
          </w:tcPr>
          <w:p w:rsidR="00B53CE7" w:rsidRPr="001C4FA7" w:rsidRDefault="00B53CE7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B53CE7" w:rsidRPr="001C4FA7" w:rsidRDefault="00B53CE7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E7" w:rsidRPr="001C4FA7" w:rsidTr="00A854C2">
        <w:trPr>
          <w:trHeight w:val="107"/>
          <w:jc w:val="center"/>
        </w:trPr>
        <w:tc>
          <w:tcPr>
            <w:tcW w:w="903" w:type="dxa"/>
            <w:vAlign w:val="center"/>
          </w:tcPr>
          <w:p w:rsidR="00B53CE7" w:rsidRPr="001C4FA7" w:rsidRDefault="00B53C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82" w:type="dxa"/>
            <w:vAlign w:val="center"/>
          </w:tcPr>
          <w:p w:rsidR="00B53CE7" w:rsidRPr="001C4FA7" w:rsidRDefault="00B53C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B53CE7" w:rsidRPr="001C4FA7" w:rsidRDefault="00B53CE7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MOSFET biasing</w:t>
            </w:r>
          </w:p>
        </w:tc>
        <w:tc>
          <w:tcPr>
            <w:tcW w:w="708" w:type="dxa"/>
            <w:vMerge/>
            <w:vAlign w:val="center"/>
          </w:tcPr>
          <w:p w:rsidR="00B53CE7" w:rsidRPr="001C4FA7" w:rsidRDefault="00B53CE7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B53CE7" w:rsidRPr="001C4FA7" w:rsidRDefault="00B53CE7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E7" w:rsidRPr="001C4FA7" w:rsidTr="00045F8A">
        <w:trPr>
          <w:trHeight w:val="98"/>
          <w:jc w:val="center"/>
        </w:trPr>
        <w:tc>
          <w:tcPr>
            <w:tcW w:w="903" w:type="dxa"/>
            <w:vAlign w:val="center"/>
          </w:tcPr>
          <w:p w:rsidR="00B53CE7" w:rsidRPr="001C4FA7" w:rsidRDefault="00B53C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82" w:type="dxa"/>
            <w:vAlign w:val="center"/>
          </w:tcPr>
          <w:p w:rsidR="00B53CE7" w:rsidRPr="001C4FA7" w:rsidRDefault="00B53C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03-09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B53CE7" w:rsidRPr="001C4FA7" w:rsidRDefault="00B53CE7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B53CE7" w:rsidRPr="001C4FA7" w:rsidRDefault="00B53CE7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B53CE7" w:rsidRPr="001C4FA7" w:rsidRDefault="00B53CE7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E7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B53CE7" w:rsidRPr="001C4FA7" w:rsidRDefault="00B53C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82" w:type="dxa"/>
            <w:vAlign w:val="center"/>
          </w:tcPr>
          <w:p w:rsidR="00B53CE7" w:rsidRPr="001C4FA7" w:rsidRDefault="00B53CE7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07-09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B53CE7" w:rsidRPr="001C4FA7" w:rsidRDefault="00B53CE7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B53CE7" w:rsidRPr="001C4FA7" w:rsidRDefault="00B53CE7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B53CE7" w:rsidRPr="001C4FA7" w:rsidRDefault="00B53CE7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Pr="001C4FA7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82" w:type="dxa"/>
            <w:vAlign w:val="center"/>
          </w:tcPr>
          <w:p w:rsidR="00C969DF" w:rsidRPr="001C4FA7" w:rsidRDefault="00C969DF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-09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 w:val="restart"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2390" w:type="dxa"/>
            <w:vMerge w:val="restart"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C969DF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Pr="001C4FA7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82" w:type="dxa"/>
            <w:vAlign w:val="center"/>
          </w:tcPr>
          <w:p w:rsidR="00C969DF" w:rsidRPr="001C4FA7" w:rsidRDefault="00C969DF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-09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Pr="001C4FA7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82" w:type="dxa"/>
            <w:vAlign w:val="center"/>
          </w:tcPr>
          <w:p w:rsidR="00C969DF" w:rsidRPr="001C4FA7" w:rsidRDefault="00C969DF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Pr="001C4FA7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82" w:type="dxa"/>
            <w:vAlign w:val="center"/>
          </w:tcPr>
          <w:p w:rsidR="00C969DF" w:rsidRPr="001C4FA7" w:rsidRDefault="00C969DF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17-09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Pr="001C4FA7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82" w:type="dxa"/>
            <w:vAlign w:val="center"/>
          </w:tcPr>
          <w:p w:rsidR="00C969DF" w:rsidRPr="001C4FA7" w:rsidRDefault="00C969DF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21-09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Two port network representation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Pr="001C4FA7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82" w:type="dxa"/>
            <w:vAlign w:val="center"/>
          </w:tcPr>
          <w:p w:rsidR="00C969DF" w:rsidRPr="001C4FA7" w:rsidRDefault="00C969DF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h-parameter model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Pr="001C4FA7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82" w:type="dxa"/>
            <w:vAlign w:val="center"/>
          </w:tcPr>
          <w:p w:rsidR="00C969DF" w:rsidRPr="001C4FA7" w:rsidRDefault="00C969DF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CB configuration equivalent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Pr="001C4FA7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82" w:type="dxa"/>
            <w:vAlign w:val="center"/>
          </w:tcPr>
          <w:p w:rsidR="00C969DF" w:rsidRPr="001C4FA7" w:rsidRDefault="00C969DF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24-09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 &amp; CC configuration equivalent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383726">
        <w:trPr>
          <w:trHeight w:val="260"/>
          <w:jc w:val="center"/>
        </w:trPr>
        <w:tc>
          <w:tcPr>
            <w:tcW w:w="903" w:type="dxa"/>
          </w:tcPr>
          <w:p w:rsidR="00C969DF" w:rsidRPr="001C4FA7" w:rsidRDefault="00C969DF" w:rsidP="00383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82" w:type="dxa"/>
          </w:tcPr>
          <w:p w:rsidR="00C969DF" w:rsidRPr="001C4FA7" w:rsidRDefault="00C969DF" w:rsidP="00383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28-09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Equivalence between CB, CE and CC configuration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Pr="001C4FA7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82" w:type="dxa"/>
            <w:vAlign w:val="center"/>
          </w:tcPr>
          <w:p w:rsidR="00C969DF" w:rsidRPr="001C4FA7" w:rsidRDefault="00C969DF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C969DF" w:rsidRDefault="00C969DF" w:rsidP="005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Measurement of h-parameters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Pr="001C4FA7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82" w:type="dxa"/>
            <w:vAlign w:val="center"/>
          </w:tcPr>
          <w:p w:rsidR="00C969DF" w:rsidRPr="001C4FA7" w:rsidRDefault="00C969DF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30-09-15</w:t>
            </w:r>
          </w:p>
        </w:tc>
        <w:tc>
          <w:tcPr>
            <w:tcW w:w="4938" w:type="dxa"/>
            <w:vMerge w:val="restart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Analysis transistor amplifier using h-parameter model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Pr="001C4FA7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82" w:type="dxa"/>
            <w:vAlign w:val="center"/>
          </w:tcPr>
          <w:p w:rsidR="00C969DF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01-10-15</w:t>
            </w:r>
          </w:p>
        </w:tc>
        <w:tc>
          <w:tcPr>
            <w:tcW w:w="4938" w:type="dxa"/>
            <w:vMerge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Pr="001C4FA7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682" w:type="dxa"/>
            <w:vAlign w:val="center"/>
          </w:tcPr>
          <w:p w:rsidR="00C969DF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05-10-15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Pr="001C4FA7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82" w:type="dxa"/>
            <w:vAlign w:val="center"/>
          </w:tcPr>
          <w:p w:rsidR="00C969DF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07-10-15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FET low frequency model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C3E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650C3E" w:rsidRPr="001C4FA7" w:rsidRDefault="004A0871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682" w:type="dxa"/>
            <w:vAlign w:val="center"/>
          </w:tcPr>
          <w:p w:rsidR="00650C3E" w:rsidRDefault="004A0871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07-10-15</w:t>
            </w:r>
          </w:p>
        </w:tc>
        <w:tc>
          <w:tcPr>
            <w:tcW w:w="4938" w:type="dxa"/>
          </w:tcPr>
          <w:p w:rsidR="00650C3E" w:rsidRDefault="00EA2FFD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h-parameter analysis of CE amplifier</w:t>
            </w:r>
          </w:p>
        </w:tc>
        <w:tc>
          <w:tcPr>
            <w:tcW w:w="708" w:type="dxa"/>
            <w:vAlign w:val="center"/>
          </w:tcPr>
          <w:p w:rsidR="00650C3E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2390" w:type="dxa"/>
            <w:vAlign w:val="center"/>
          </w:tcPr>
          <w:p w:rsidR="00650C3E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C969DF" w:rsidRPr="001C4FA7" w:rsidTr="004A0871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Pr="001C4FA7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682" w:type="dxa"/>
            <w:vAlign w:val="center"/>
          </w:tcPr>
          <w:p w:rsidR="00C969DF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08-10-15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h-parameter analysis of CE amplifier</w:t>
            </w:r>
          </w:p>
        </w:tc>
        <w:tc>
          <w:tcPr>
            <w:tcW w:w="708" w:type="dxa"/>
            <w:vMerge w:val="restart"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2390" w:type="dxa"/>
            <w:vMerge w:val="restart"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C969DF" w:rsidRPr="001C4FA7" w:rsidTr="004A0871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682" w:type="dxa"/>
            <w:vAlign w:val="center"/>
          </w:tcPr>
          <w:p w:rsidR="00C969DF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12-10-15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h-parameter analysis of emitter follower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4A0871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682" w:type="dxa"/>
            <w:vAlign w:val="center"/>
          </w:tcPr>
          <w:p w:rsidR="00C969DF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14-10-15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h-parameter analysis of CB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amplifer</w:t>
            </w:r>
            <w:proofErr w:type="spellEnd"/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4A0871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682" w:type="dxa"/>
            <w:vAlign w:val="center"/>
          </w:tcPr>
          <w:p w:rsidR="00C969DF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14-10-15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Miller theorem and dual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4A0871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82" w:type="dxa"/>
            <w:vAlign w:val="center"/>
          </w:tcPr>
          <w:p w:rsidR="00C969DF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19-10-15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FET CS amplifier analysis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682" w:type="dxa"/>
            <w:vAlign w:val="center"/>
          </w:tcPr>
          <w:p w:rsidR="00C969DF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21-10-15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FET CD amplifier analysis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682" w:type="dxa"/>
            <w:vAlign w:val="center"/>
          </w:tcPr>
          <w:p w:rsidR="00C969DF" w:rsidRDefault="00C969DF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-10-15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FET CG amplifier analysis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682" w:type="dxa"/>
            <w:vAlign w:val="center"/>
          </w:tcPr>
          <w:p w:rsidR="00C969DF" w:rsidRDefault="00C969DF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-10-15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682" w:type="dxa"/>
            <w:vAlign w:val="center"/>
          </w:tcPr>
          <w:p w:rsidR="00C969DF" w:rsidRDefault="00C969DF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-10-15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682" w:type="dxa"/>
            <w:vAlign w:val="center"/>
          </w:tcPr>
          <w:p w:rsidR="00C969DF" w:rsidRDefault="00C969DF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-10-15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9DF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C969DF" w:rsidRDefault="00C969DF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82" w:type="dxa"/>
            <w:vAlign w:val="center"/>
          </w:tcPr>
          <w:p w:rsidR="00C969DF" w:rsidRDefault="00C969DF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-10-15</w:t>
            </w:r>
          </w:p>
        </w:tc>
        <w:tc>
          <w:tcPr>
            <w:tcW w:w="4938" w:type="dxa"/>
          </w:tcPr>
          <w:p w:rsidR="00C969DF" w:rsidRDefault="00C969DF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C969DF" w:rsidRPr="001C4FA7" w:rsidRDefault="00C969DF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51E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67251E" w:rsidRDefault="0067251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682" w:type="dxa"/>
            <w:vAlign w:val="center"/>
          </w:tcPr>
          <w:p w:rsidR="0067251E" w:rsidRDefault="0067251E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-10-15</w:t>
            </w:r>
          </w:p>
        </w:tc>
        <w:tc>
          <w:tcPr>
            <w:tcW w:w="4938" w:type="dxa"/>
          </w:tcPr>
          <w:p w:rsidR="0067251E" w:rsidRDefault="0067251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Transistor HF model &amp; parameter explanation</w:t>
            </w:r>
          </w:p>
        </w:tc>
        <w:tc>
          <w:tcPr>
            <w:tcW w:w="708" w:type="dxa"/>
            <w:vMerge w:val="restart"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390" w:type="dxa"/>
            <w:vMerge w:val="restart"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67251E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67251E" w:rsidRDefault="0067251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682" w:type="dxa"/>
            <w:vAlign w:val="center"/>
          </w:tcPr>
          <w:p w:rsidR="0067251E" w:rsidRDefault="0067251E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02-11</w:t>
            </w:r>
            <w:r>
              <w:rPr>
                <w:rFonts w:ascii="Times New Roman" w:hAnsi="Times New Roman"/>
                <w:sz w:val="24"/>
                <w:szCs w:val="24"/>
              </w:rPr>
              <w:t>-15</w:t>
            </w:r>
          </w:p>
        </w:tc>
        <w:tc>
          <w:tcPr>
            <w:tcW w:w="4938" w:type="dxa"/>
          </w:tcPr>
          <w:p w:rsidR="0067251E" w:rsidRDefault="0067251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Hybrid conductance parameters</w:t>
            </w:r>
          </w:p>
        </w:tc>
        <w:tc>
          <w:tcPr>
            <w:tcW w:w="708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51E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67251E" w:rsidRDefault="0067251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682" w:type="dxa"/>
            <w:vAlign w:val="center"/>
          </w:tcPr>
          <w:p w:rsidR="0067251E" w:rsidRDefault="0067251E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</w:t>
            </w:r>
            <w:r>
              <w:rPr>
                <w:rFonts w:ascii="Times New Roman" w:hAnsi="Times New Roman"/>
                <w:sz w:val="24"/>
                <w:szCs w:val="24"/>
              </w:rPr>
              <w:t>-15</w:t>
            </w:r>
          </w:p>
        </w:tc>
        <w:tc>
          <w:tcPr>
            <w:tcW w:w="4938" w:type="dxa"/>
          </w:tcPr>
          <w:p w:rsidR="0067251E" w:rsidRDefault="0067251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Hybrid capacitance parameters</w:t>
            </w:r>
          </w:p>
        </w:tc>
        <w:tc>
          <w:tcPr>
            <w:tcW w:w="708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51E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67251E" w:rsidRDefault="0067251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82" w:type="dxa"/>
            <w:vAlign w:val="center"/>
          </w:tcPr>
          <w:p w:rsidR="0067251E" w:rsidRDefault="0067251E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</w:t>
            </w:r>
            <w:r>
              <w:rPr>
                <w:rFonts w:ascii="Times New Roman" w:hAnsi="Times New Roman"/>
                <w:sz w:val="24"/>
                <w:szCs w:val="24"/>
              </w:rPr>
              <w:t>-15</w:t>
            </w:r>
          </w:p>
        </w:tc>
        <w:tc>
          <w:tcPr>
            <w:tcW w:w="4938" w:type="dxa"/>
          </w:tcPr>
          <w:p w:rsidR="0067251E" w:rsidRDefault="0067251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Variations in hybrid parameters</w:t>
            </w:r>
          </w:p>
        </w:tc>
        <w:tc>
          <w:tcPr>
            <w:tcW w:w="708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51E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67251E" w:rsidRDefault="0067251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682" w:type="dxa"/>
            <w:vAlign w:val="center"/>
          </w:tcPr>
          <w:p w:rsidR="0067251E" w:rsidRDefault="0067251E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-11-15</w:t>
            </w:r>
          </w:p>
        </w:tc>
        <w:tc>
          <w:tcPr>
            <w:tcW w:w="4938" w:type="dxa"/>
          </w:tcPr>
          <w:p w:rsidR="0067251E" w:rsidRDefault="0067251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 short circuit current gain</w:t>
            </w:r>
          </w:p>
        </w:tc>
        <w:tc>
          <w:tcPr>
            <w:tcW w:w="708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51E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67251E" w:rsidRDefault="0067251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682" w:type="dxa"/>
            <w:vAlign w:val="center"/>
          </w:tcPr>
          <w:p w:rsidR="0067251E" w:rsidRDefault="0067251E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-11-15</w:t>
            </w:r>
          </w:p>
        </w:tc>
        <w:tc>
          <w:tcPr>
            <w:tcW w:w="4938" w:type="dxa"/>
          </w:tcPr>
          <w:p w:rsidR="0067251E" w:rsidRDefault="0067251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 current gain with resistive load</w:t>
            </w:r>
          </w:p>
        </w:tc>
        <w:tc>
          <w:tcPr>
            <w:tcW w:w="708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51E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67251E" w:rsidRDefault="0067251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682" w:type="dxa"/>
            <w:vAlign w:val="center"/>
          </w:tcPr>
          <w:p w:rsidR="0067251E" w:rsidRDefault="0067251E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-11-15</w:t>
            </w:r>
          </w:p>
        </w:tc>
        <w:tc>
          <w:tcPr>
            <w:tcW w:w="4938" w:type="dxa"/>
          </w:tcPr>
          <w:p w:rsidR="0067251E" w:rsidRDefault="0067251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 amplifier response</w:t>
            </w:r>
          </w:p>
        </w:tc>
        <w:tc>
          <w:tcPr>
            <w:tcW w:w="708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51E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67251E" w:rsidRDefault="0067251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682" w:type="dxa"/>
            <w:vAlign w:val="center"/>
          </w:tcPr>
          <w:p w:rsidR="0067251E" w:rsidRDefault="0067251E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-11-15</w:t>
            </w:r>
          </w:p>
        </w:tc>
        <w:tc>
          <w:tcPr>
            <w:tcW w:w="4938" w:type="dxa"/>
          </w:tcPr>
          <w:p w:rsidR="0067251E" w:rsidRDefault="0067251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Gain bandwidth product</w:t>
            </w:r>
          </w:p>
        </w:tc>
        <w:tc>
          <w:tcPr>
            <w:tcW w:w="708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51E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67251E" w:rsidRDefault="0067251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682" w:type="dxa"/>
            <w:vAlign w:val="center"/>
          </w:tcPr>
          <w:p w:rsidR="0067251E" w:rsidRDefault="0067251E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-11-15</w:t>
            </w:r>
          </w:p>
        </w:tc>
        <w:tc>
          <w:tcPr>
            <w:tcW w:w="4938" w:type="dxa"/>
          </w:tcPr>
          <w:p w:rsidR="0067251E" w:rsidRDefault="0067251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Emitter follower at high frequency</w:t>
            </w:r>
          </w:p>
        </w:tc>
        <w:tc>
          <w:tcPr>
            <w:tcW w:w="708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51E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67251E" w:rsidRDefault="0067251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82" w:type="dxa"/>
            <w:vAlign w:val="center"/>
          </w:tcPr>
          <w:p w:rsidR="0067251E" w:rsidRDefault="0067251E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-11-15</w:t>
            </w:r>
          </w:p>
        </w:tc>
        <w:tc>
          <w:tcPr>
            <w:tcW w:w="4938" w:type="dxa"/>
          </w:tcPr>
          <w:p w:rsidR="0067251E" w:rsidRDefault="0067251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FET at high frequency</w:t>
            </w:r>
          </w:p>
        </w:tc>
        <w:tc>
          <w:tcPr>
            <w:tcW w:w="708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51E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67251E" w:rsidRDefault="0067251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682" w:type="dxa"/>
            <w:vAlign w:val="center"/>
          </w:tcPr>
          <w:p w:rsidR="0067251E" w:rsidRDefault="0067251E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-11-15</w:t>
            </w:r>
          </w:p>
        </w:tc>
        <w:tc>
          <w:tcPr>
            <w:tcW w:w="4938" w:type="dxa"/>
          </w:tcPr>
          <w:p w:rsidR="0067251E" w:rsidRDefault="0067251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  <w:tc>
          <w:tcPr>
            <w:tcW w:w="708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51E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67251E" w:rsidRDefault="0067251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682" w:type="dxa"/>
            <w:vAlign w:val="center"/>
          </w:tcPr>
          <w:p w:rsidR="0067251E" w:rsidRDefault="0067251E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-11-15</w:t>
            </w:r>
          </w:p>
        </w:tc>
        <w:tc>
          <w:tcPr>
            <w:tcW w:w="4938" w:type="dxa"/>
          </w:tcPr>
          <w:p w:rsidR="0067251E" w:rsidRDefault="0067251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  <w:tc>
          <w:tcPr>
            <w:tcW w:w="708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51E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67251E" w:rsidRDefault="0067251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682" w:type="dxa"/>
            <w:vAlign w:val="center"/>
          </w:tcPr>
          <w:p w:rsidR="0067251E" w:rsidRDefault="0067251E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-11-15</w:t>
            </w:r>
          </w:p>
        </w:tc>
        <w:tc>
          <w:tcPr>
            <w:tcW w:w="4938" w:type="dxa"/>
          </w:tcPr>
          <w:p w:rsidR="0067251E" w:rsidRDefault="0067251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  <w:tc>
          <w:tcPr>
            <w:tcW w:w="708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51E" w:rsidRPr="001C4FA7" w:rsidTr="00045F8A">
        <w:trPr>
          <w:trHeight w:val="260"/>
          <w:jc w:val="center"/>
        </w:trPr>
        <w:tc>
          <w:tcPr>
            <w:tcW w:w="903" w:type="dxa"/>
            <w:vAlign w:val="center"/>
          </w:tcPr>
          <w:p w:rsidR="0067251E" w:rsidRDefault="0067251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682" w:type="dxa"/>
            <w:vAlign w:val="center"/>
          </w:tcPr>
          <w:p w:rsidR="0067251E" w:rsidRDefault="0067251E" w:rsidP="00530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-11-15</w:t>
            </w:r>
          </w:p>
        </w:tc>
        <w:tc>
          <w:tcPr>
            <w:tcW w:w="4938" w:type="dxa"/>
          </w:tcPr>
          <w:p w:rsidR="0067251E" w:rsidRDefault="0067251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67251E" w:rsidRPr="001C4FA7" w:rsidRDefault="0067251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1302" w:rsidRDefault="00951302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951302" w:rsidRDefault="00951302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2B0515" w:rsidRPr="00D17C04" w:rsidRDefault="002B0515">
      <w:pPr>
        <w:rPr>
          <w:rFonts w:ascii="Times New Roman" w:hAnsi="Times New Roman"/>
          <w:sz w:val="24"/>
          <w:szCs w:val="24"/>
        </w:rPr>
      </w:pPr>
    </w:p>
    <w:sectPr w:rsidR="002B0515" w:rsidRPr="00D17C04" w:rsidSect="00E80E1A">
      <w:pgSz w:w="12240" w:h="15840"/>
      <w:pgMar w:top="99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EA1B97"/>
    <w:rsid w:val="00045F8A"/>
    <w:rsid w:val="0008214D"/>
    <w:rsid w:val="0009617E"/>
    <w:rsid w:val="000B5D5D"/>
    <w:rsid w:val="00120239"/>
    <w:rsid w:val="0012450D"/>
    <w:rsid w:val="00130B92"/>
    <w:rsid w:val="00157F37"/>
    <w:rsid w:val="00176754"/>
    <w:rsid w:val="001C4CC9"/>
    <w:rsid w:val="001C4FA7"/>
    <w:rsid w:val="00227617"/>
    <w:rsid w:val="00230420"/>
    <w:rsid w:val="00233CD1"/>
    <w:rsid w:val="00251E65"/>
    <w:rsid w:val="0025259D"/>
    <w:rsid w:val="002B0515"/>
    <w:rsid w:val="002D23F1"/>
    <w:rsid w:val="002D24A9"/>
    <w:rsid w:val="002E2FF1"/>
    <w:rsid w:val="003344C6"/>
    <w:rsid w:val="00371560"/>
    <w:rsid w:val="00383726"/>
    <w:rsid w:val="00394F9B"/>
    <w:rsid w:val="003C34AF"/>
    <w:rsid w:val="003C7ED6"/>
    <w:rsid w:val="003E548F"/>
    <w:rsid w:val="003F1CDD"/>
    <w:rsid w:val="004235A3"/>
    <w:rsid w:val="004759BB"/>
    <w:rsid w:val="00476CED"/>
    <w:rsid w:val="004A0871"/>
    <w:rsid w:val="004A0B61"/>
    <w:rsid w:val="005100C8"/>
    <w:rsid w:val="00534084"/>
    <w:rsid w:val="0056620F"/>
    <w:rsid w:val="005A41D9"/>
    <w:rsid w:val="005A65AB"/>
    <w:rsid w:val="005B209A"/>
    <w:rsid w:val="005C156C"/>
    <w:rsid w:val="00600E80"/>
    <w:rsid w:val="006200CE"/>
    <w:rsid w:val="006226A2"/>
    <w:rsid w:val="00647F02"/>
    <w:rsid w:val="00650C3E"/>
    <w:rsid w:val="00653AC6"/>
    <w:rsid w:val="0067251E"/>
    <w:rsid w:val="00687901"/>
    <w:rsid w:val="0069500F"/>
    <w:rsid w:val="006A72F8"/>
    <w:rsid w:val="006C58E2"/>
    <w:rsid w:val="007322E5"/>
    <w:rsid w:val="00732D85"/>
    <w:rsid w:val="00736085"/>
    <w:rsid w:val="00777C63"/>
    <w:rsid w:val="007978C5"/>
    <w:rsid w:val="007A2088"/>
    <w:rsid w:val="008467E1"/>
    <w:rsid w:val="00854EDE"/>
    <w:rsid w:val="00887360"/>
    <w:rsid w:val="008B59CE"/>
    <w:rsid w:val="008E7324"/>
    <w:rsid w:val="009019A8"/>
    <w:rsid w:val="0091277D"/>
    <w:rsid w:val="00916E75"/>
    <w:rsid w:val="00917EAC"/>
    <w:rsid w:val="00943697"/>
    <w:rsid w:val="00951302"/>
    <w:rsid w:val="009648F5"/>
    <w:rsid w:val="00973D80"/>
    <w:rsid w:val="00991175"/>
    <w:rsid w:val="00992F38"/>
    <w:rsid w:val="00997CEC"/>
    <w:rsid w:val="009A2D49"/>
    <w:rsid w:val="009A5FE7"/>
    <w:rsid w:val="009E471A"/>
    <w:rsid w:val="009F2D23"/>
    <w:rsid w:val="009F500B"/>
    <w:rsid w:val="00A317D8"/>
    <w:rsid w:val="00A64801"/>
    <w:rsid w:val="00A854C2"/>
    <w:rsid w:val="00AA7D33"/>
    <w:rsid w:val="00AB7ECB"/>
    <w:rsid w:val="00AD5F57"/>
    <w:rsid w:val="00AD617A"/>
    <w:rsid w:val="00B10D34"/>
    <w:rsid w:val="00B13ECA"/>
    <w:rsid w:val="00B20EFF"/>
    <w:rsid w:val="00B53CE7"/>
    <w:rsid w:val="00B542FE"/>
    <w:rsid w:val="00B649E9"/>
    <w:rsid w:val="00B71972"/>
    <w:rsid w:val="00BA1323"/>
    <w:rsid w:val="00BC2538"/>
    <w:rsid w:val="00BF57C7"/>
    <w:rsid w:val="00C016AD"/>
    <w:rsid w:val="00C0197B"/>
    <w:rsid w:val="00C078D0"/>
    <w:rsid w:val="00C63577"/>
    <w:rsid w:val="00C67300"/>
    <w:rsid w:val="00C95A16"/>
    <w:rsid w:val="00C969DF"/>
    <w:rsid w:val="00CA0A36"/>
    <w:rsid w:val="00CB2F35"/>
    <w:rsid w:val="00CB656D"/>
    <w:rsid w:val="00CD0B79"/>
    <w:rsid w:val="00CD1971"/>
    <w:rsid w:val="00CD6BAB"/>
    <w:rsid w:val="00D17C04"/>
    <w:rsid w:val="00D271A8"/>
    <w:rsid w:val="00D572A7"/>
    <w:rsid w:val="00D577AC"/>
    <w:rsid w:val="00D75551"/>
    <w:rsid w:val="00D75A28"/>
    <w:rsid w:val="00DB4CCA"/>
    <w:rsid w:val="00E0272A"/>
    <w:rsid w:val="00E158F4"/>
    <w:rsid w:val="00E56662"/>
    <w:rsid w:val="00E71D20"/>
    <w:rsid w:val="00E80E1A"/>
    <w:rsid w:val="00E919B4"/>
    <w:rsid w:val="00EA1B97"/>
    <w:rsid w:val="00EA1C24"/>
    <w:rsid w:val="00EA2FFD"/>
    <w:rsid w:val="00ED5824"/>
    <w:rsid w:val="00EE2CBA"/>
    <w:rsid w:val="00EF6DC0"/>
    <w:rsid w:val="00F313AE"/>
    <w:rsid w:val="00F45612"/>
    <w:rsid w:val="00F57144"/>
    <w:rsid w:val="00F62EC6"/>
    <w:rsid w:val="00F656BD"/>
    <w:rsid w:val="00F667EC"/>
    <w:rsid w:val="00F70BF2"/>
    <w:rsid w:val="00F75C76"/>
    <w:rsid w:val="00FB7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56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5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4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9E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75A2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Dep.E.C.E\STAFF\LESSON%20PLAN\IV%20ECE%20_%20II%20SEM%20.doc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IV ECE _ II SEM .docx</Template>
  <TotalTime>140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dept</dc:creator>
  <cp:lastModifiedBy>aditya</cp:lastModifiedBy>
  <cp:revision>43</cp:revision>
  <dcterms:created xsi:type="dcterms:W3CDTF">2016-12-07T10:58:00Z</dcterms:created>
  <dcterms:modified xsi:type="dcterms:W3CDTF">2017-11-20T07:44:00Z</dcterms:modified>
</cp:coreProperties>
</file>